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89"/>
      </w:tblGrid>
      <w:tr w:rsidR="00BB0162" w:rsidRPr="00BB0162" w:rsidTr="00BB0162">
        <w:tc>
          <w:tcPr>
            <w:tcW w:w="0" w:type="auto"/>
            <w:shd w:val="clear" w:color="auto" w:fill="FFFFFF"/>
            <w:hideMark/>
          </w:tcPr>
          <w:p w:rsidR="00BB0162" w:rsidRPr="00BB0162" w:rsidRDefault="00BB0162" w:rsidP="00BB0162">
            <w:pPr>
              <w:spacing w:after="0" w:line="31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0162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32922041" wp14:editId="2A949523">
                  <wp:extent cx="9525" cy="9525"/>
                  <wp:effectExtent l="0" t="0" r="0" b="0"/>
                  <wp:docPr id="8" name="Picture 8" descr="Print 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rint 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0162" w:rsidRPr="00BB0162" w:rsidRDefault="00BB0162" w:rsidP="00BB0162">
            <w:pPr>
              <w:spacing w:after="0" w:line="31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0162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AEC2E50" wp14:editId="32335733">
                  <wp:extent cx="9525" cy="9525"/>
                  <wp:effectExtent l="0" t="0" r="0" b="0"/>
                  <wp:docPr id="9" name="Picture 9" descr="In new wind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n new wind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0162" w:rsidRPr="00BB0162" w:rsidRDefault="00BB0162" w:rsidP="00BB0162">
            <w:pPr>
              <w:spacing w:after="135" w:line="240" w:lineRule="auto"/>
              <w:outlineLvl w:val="1"/>
              <w:rPr>
                <w:rFonts w:ascii="inherit" w:eastAsia="Times New Roman" w:hAnsi="inherit" w:cs="Arial"/>
                <w:b/>
                <w:bCs/>
                <w:color w:val="222222"/>
                <w:sz w:val="36"/>
                <w:szCs w:val="36"/>
              </w:rPr>
            </w:pPr>
            <w:proofErr w:type="spellStart"/>
            <w:r w:rsidRPr="00BB0162">
              <w:rPr>
                <w:rFonts w:ascii="inherit" w:eastAsia="Times New Roman" w:hAnsi="inherit" w:cs="Arial"/>
                <w:b/>
                <w:bCs/>
                <w:color w:val="222222"/>
                <w:sz w:val="36"/>
                <w:szCs w:val="36"/>
              </w:rPr>
              <w:t>Fwd</w:t>
            </w:r>
            <w:proofErr w:type="spellEnd"/>
            <w:r w:rsidRPr="00BB0162">
              <w:rPr>
                <w:rFonts w:ascii="inherit" w:eastAsia="Times New Roman" w:hAnsi="inherit" w:cs="Arial"/>
                <w:b/>
                <w:bCs/>
                <w:color w:val="222222"/>
                <w:sz w:val="36"/>
                <w:szCs w:val="36"/>
              </w:rPr>
              <w:t>: job openings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6"/>
              <w:gridCol w:w="145"/>
            </w:tblGrid>
            <w:tr w:rsidR="00BB0162" w:rsidRPr="00BB0162" w:rsidTr="00BB0162">
              <w:tc>
                <w:tcPr>
                  <w:tcW w:w="0" w:type="auto"/>
                  <w:shd w:val="clear" w:color="auto" w:fill="DDDDDD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B0162" w:rsidRPr="00BB0162" w:rsidRDefault="00BB0162" w:rsidP="00BB01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7"/>
                      <w:szCs w:val="17"/>
                    </w:rPr>
                  </w:pPr>
                  <w:r w:rsidRPr="00BB0162">
                    <w:rPr>
                      <w:rFonts w:ascii="Arial" w:eastAsia="Times New Roman" w:hAnsi="Arial" w:cs="Arial"/>
                      <w:color w:val="666666"/>
                      <w:sz w:val="17"/>
                      <w:szCs w:val="17"/>
                    </w:rPr>
                    <w:t>Inbox</w:t>
                  </w:r>
                </w:p>
              </w:tc>
              <w:tc>
                <w:tcPr>
                  <w:tcW w:w="0" w:type="auto"/>
                  <w:shd w:val="clear" w:color="auto" w:fill="DDDDDD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B0162" w:rsidRPr="00BB0162" w:rsidRDefault="00BB0162" w:rsidP="00BB01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7"/>
                      <w:szCs w:val="17"/>
                    </w:rPr>
                  </w:pPr>
                  <w:r w:rsidRPr="00BB0162">
                    <w:rPr>
                      <w:rFonts w:ascii="Arial" w:eastAsia="Times New Roman" w:hAnsi="Arial" w:cs="Arial"/>
                      <w:color w:val="666666"/>
                      <w:sz w:val="17"/>
                      <w:szCs w:val="17"/>
                    </w:rPr>
                    <w:t>x</w:t>
                  </w:r>
                </w:p>
              </w:tc>
            </w:tr>
          </w:tbl>
          <w:p w:rsidR="00BB0162" w:rsidRPr="00BB0162" w:rsidRDefault="00BB0162" w:rsidP="00BB0162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</w:rPr>
            </w:pPr>
            <w:r w:rsidRPr="00BB0162">
              <w:rPr>
                <w:rFonts w:ascii="Arial" w:eastAsia="Times New Roman" w:hAnsi="Arial" w:cs="Arial"/>
                <w:noProof/>
                <w:color w:val="222222"/>
                <w:sz w:val="27"/>
                <w:szCs w:val="27"/>
              </w:rPr>
              <w:drawing>
                <wp:inline distT="0" distB="0" distL="0" distR="0" wp14:anchorId="41B97E97" wp14:editId="4C98F26F">
                  <wp:extent cx="304800" cy="304800"/>
                  <wp:effectExtent l="0" t="0" r="0" b="0"/>
                  <wp:docPr id="10" name=":0_7-e" descr="https://ssl.gstatic.com/ui/v1/icons/mail/profile_mask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:0_7-e" descr="https://ssl.gstatic.com/ui/v1/icons/mail/profile_mask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tbl>
            <w:tblPr>
              <w:tblW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534"/>
              <w:gridCol w:w="7623"/>
              <w:gridCol w:w="17"/>
              <w:gridCol w:w="15"/>
            </w:tblGrid>
            <w:tr w:rsidR="00BB0162" w:rsidRPr="00BB0162" w:rsidTr="00BB0162">
              <w:trPr>
                <w:trHeight w:val="240"/>
              </w:trPr>
              <w:tc>
                <w:tcPr>
                  <w:tcW w:w="7320" w:type="dxa"/>
                  <w:noWrap/>
                  <w:tcMar>
                    <w:top w:w="0" w:type="dxa"/>
                    <w:left w:w="0" w:type="dxa"/>
                    <w:bottom w:w="0" w:type="dxa"/>
                    <w:right w:w="120" w:type="dxa"/>
                  </w:tcMar>
                  <w:hideMark/>
                </w:tcPr>
                <w:tbl>
                  <w:tblPr>
                    <w:tblW w:w="732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320"/>
                  </w:tblGrid>
                  <w:tr w:rsidR="00BB0162" w:rsidRPr="00BB0162">
                    <w:tc>
                      <w:tcPr>
                        <w:tcW w:w="0" w:type="auto"/>
                        <w:vAlign w:val="center"/>
                        <w:hideMark/>
                      </w:tcPr>
                      <w:p w:rsidR="00BB0162" w:rsidRPr="00BB0162" w:rsidRDefault="00BB0162" w:rsidP="00BB0162">
                        <w:pPr>
                          <w:spacing w:before="100" w:beforeAutospacing="1" w:after="100" w:afterAutospacing="1" w:line="240" w:lineRule="auto"/>
                          <w:outlineLvl w:val="2"/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  <w:r w:rsidRPr="00BB0162">
                          <w:rPr>
                            <w:rFonts w:ascii="Arial" w:eastAsia="Times New Roman" w:hAnsi="Arial" w:cs="Arial"/>
                            <w:b/>
                            <w:bCs/>
                            <w:color w:val="222222"/>
                            <w:sz w:val="19"/>
                            <w:szCs w:val="19"/>
                          </w:rPr>
                          <w:t>Marisa Green</w:t>
                        </w:r>
                      </w:p>
                    </w:tc>
                  </w:tr>
                </w:tbl>
                <w:p w:rsidR="00BB0162" w:rsidRPr="00BB0162" w:rsidRDefault="00BB0162" w:rsidP="00BB0162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noWrap/>
                  <w:hideMark/>
                </w:tcPr>
                <w:p w:rsidR="00BB0162" w:rsidRPr="00BB0162" w:rsidRDefault="00BB0162" w:rsidP="00BB01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</w:rPr>
                  </w:pPr>
                  <w:r w:rsidRPr="00BB0162"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</w:rPr>
                    <w:t>12:30 PM (2 minutes ago)</w:t>
                  </w:r>
                </w:p>
                <w:p w:rsidR="00BB0162" w:rsidRPr="00BB0162" w:rsidRDefault="00BB0162" w:rsidP="00BB01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</w:rPr>
                  </w:pPr>
                  <w:r w:rsidRPr="00BB0162">
                    <w:rPr>
                      <w:rFonts w:ascii="Arial" w:eastAsia="Times New Roman" w:hAnsi="Arial" w:cs="Arial"/>
                      <w:noProof/>
                      <w:color w:val="222222"/>
                      <w:sz w:val="24"/>
                      <w:szCs w:val="24"/>
                    </w:rPr>
                    <w:drawing>
                      <wp:inline distT="0" distB="0" distL="0" distR="0" wp14:anchorId="043A444C" wp14:editId="62A90B6A">
                        <wp:extent cx="9525" cy="9525"/>
                        <wp:effectExtent l="0" t="0" r="0" b="0"/>
                        <wp:docPr id="11" name="Picture 11" descr="https://mail.google.com/mail/u/0/images/cleardo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s://mail.google.com/mail/u/0/images/cleardo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BB0162" w:rsidRPr="00BB0162" w:rsidRDefault="00BB0162" w:rsidP="00BB01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noWrap/>
                  <w:hideMark/>
                </w:tcPr>
                <w:p w:rsidR="00BB0162" w:rsidRPr="00BB0162" w:rsidRDefault="00BB0162" w:rsidP="00BB0162">
                  <w:pPr>
                    <w:shd w:val="clear" w:color="auto" w:fill="F5F5F5"/>
                    <w:spacing w:after="0" w:line="405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44444"/>
                      <w:sz w:val="17"/>
                      <w:szCs w:val="17"/>
                    </w:rPr>
                  </w:pPr>
                  <w:r w:rsidRPr="00BB0162">
                    <w:rPr>
                      <w:rFonts w:ascii="Arial" w:eastAsia="Times New Roman" w:hAnsi="Arial" w:cs="Arial"/>
                      <w:b/>
                      <w:bCs/>
                      <w:noProof/>
                      <w:color w:val="444444"/>
                      <w:sz w:val="17"/>
                      <w:szCs w:val="17"/>
                    </w:rPr>
                    <w:drawing>
                      <wp:inline distT="0" distB="0" distL="0" distR="0" wp14:anchorId="4A5AB821" wp14:editId="76F79288">
                        <wp:extent cx="9525" cy="9525"/>
                        <wp:effectExtent l="0" t="0" r="0" b="0"/>
                        <wp:docPr id="12" name="Picture 12" descr="https://mail.google.com/mail/u/0/images/cleardo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mail.google.com/mail/u/0/images/cleardo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B0162" w:rsidRPr="00BB0162" w:rsidRDefault="00BB0162" w:rsidP="00BB0162">
                  <w:pPr>
                    <w:shd w:val="clear" w:color="auto" w:fill="F5F5F5"/>
                    <w:spacing w:after="0" w:line="405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444444"/>
                      <w:sz w:val="17"/>
                      <w:szCs w:val="17"/>
                    </w:rPr>
                  </w:pPr>
                  <w:r w:rsidRPr="00BB0162">
                    <w:rPr>
                      <w:rFonts w:ascii="Arial" w:eastAsia="Times New Roman" w:hAnsi="Arial" w:cs="Arial"/>
                      <w:b/>
                      <w:bCs/>
                      <w:noProof/>
                      <w:color w:val="444444"/>
                      <w:sz w:val="17"/>
                      <w:szCs w:val="17"/>
                    </w:rPr>
                    <w:drawing>
                      <wp:inline distT="0" distB="0" distL="0" distR="0" wp14:anchorId="15569D63" wp14:editId="5EAA7D02">
                        <wp:extent cx="9525" cy="9525"/>
                        <wp:effectExtent l="0" t="0" r="0" b="0"/>
                        <wp:docPr id="13" name="Picture 13" descr="https://mail.google.com/mail/u/0/images/cleardo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s://mail.google.com/mail/u/0/images/cleardo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B0162" w:rsidRPr="00BB0162" w:rsidTr="00BB0162">
              <w:trPr>
                <w:trHeight w:val="240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tbl>
                  <w:tblPr>
                    <w:tblW w:w="1008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174"/>
                  </w:tblGrid>
                  <w:tr w:rsidR="00BB0162" w:rsidRPr="00BB0162"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BB0162" w:rsidRPr="00BB0162" w:rsidRDefault="00BB0162" w:rsidP="00BB016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BB0162">
                          <w:rPr>
                            <w:rFonts w:ascii="Arial" w:eastAsia="Times New Roman" w:hAnsi="Arial" w:cs="Arial"/>
                            <w:color w:val="777777"/>
                            <w:sz w:val="24"/>
                            <w:szCs w:val="24"/>
                          </w:rPr>
                          <w:t>to afrederick, apruskowski, BFansler, BMcGuigan, cabra, Carold228, cindyalawrence, cquenzer, DLiberg, emckeron, grace.cavanagh, IWashington, jmorgitan, jraco, kdearborn, KEmery, Kgidley, lizhetrick, lmcne, LScott, oharpm, pgallagher, prbelyus, prontos, quinlat</w:t>
                        </w:r>
                      </w:p>
                      <w:p w:rsidR="00BB0162" w:rsidRPr="00BB0162" w:rsidRDefault="00BB0162" w:rsidP="00BB0162">
                        <w:pPr>
                          <w:spacing w:after="0" w:line="240" w:lineRule="auto"/>
                          <w:textAlignment w:val="top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BB0162">
                          <w:rPr>
                            <w:rFonts w:ascii="Arial" w:eastAsia="Times New Roman" w:hAnsi="Arial" w:cs="Arial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anchorId="36E098CF" wp14:editId="22EBF2D7">
                              <wp:extent cx="9525" cy="9525"/>
                              <wp:effectExtent l="0" t="0" r="0" b="0"/>
                              <wp:docPr id="14" name=":nu" descr="https://mail.google.com/mail/u/0/images/cleardo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:nu" descr="https://mail.google.com/mail/u/0/images/cleardo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B0162" w:rsidRPr="00BB0162" w:rsidRDefault="00BB0162" w:rsidP="00BB0162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B0162" w:rsidRPr="00BB0162" w:rsidRDefault="00BB0162" w:rsidP="00BB0162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444444"/>
                      <w:sz w:val="17"/>
                      <w:szCs w:val="17"/>
                    </w:rPr>
                  </w:pPr>
                </w:p>
              </w:tc>
            </w:tr>
          </w:tbl>
          <w:p w:rsidR="00BB0162" w:rsidRPr="00BB0162" w:rsidRDefault="00BB0162" w:rsidP="00BB0162">
            <w:pPr>
              <w:spacing w:after="24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BB0162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---------- Forwarded message ----------</w:t>
            </w:r>
            <w:r w:rsidRPr="00BB0162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br/>
              <w:t>From: </w:t>
            </w:r>
            <w:r w:rsidRPr="00BB0162">
              <w:rPr>
                <w:rFonts w:ascii="Arial" w:eastAsia="Times New Roman" w:hAnsi="Arial" w:cs="Arial"/>
                <w:b/>
                <w:bCs/>
                <w:color w:val="222222"/>
                <w:sz w:val="19"/>
                <w:szCs w:val="19"/>
              </w:rPr>
              <w:t>Frederick, Anne</w:t>
            </w:r>
            <w:r w:rsidRPr="00BB0162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 &lt;</w:t>
            </w:r>
            <w:hyperlink r:id="rId6" w:tgtFrame="_blank" w:history="1">
              <w:r w:rsidRPr="00BB0162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</w:rPr>
                <w:t>afrederick@pottstownk12.org</w:t>
              </w:r>
            </w:hyperlink>
            <w:r w:rsidRPr="00BB0162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&gt;</w:t>
            </w:r>
            <w:r w:rsidRPr="00BB0162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br/>
            </w:r>
            <w:r w:rsidRPr="00BB0162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br/>
              <w:t>Please see below;</w:t>
            </w:r>
            <w:proofErr w:type="gramStart"/>
            <w:r w:rsidRPr="00BB0162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  job</w:t>
            </w:r>
            <w:proofErr w:type="gramEnd"/>
            <w:r w:rsidRPr="00BB0162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 xml:space="preserve"> openings for 2 staff nurses.</w:t>
            </w:r>
          </w:p>
          <w:p w:rsidR="00BB0162" w:rsidRPr="00BB0162" w:rsidRDefault="00BB0162" w:rsidP="00BB0162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BB0162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Hello Marissa,</w:t>
            </w:r>
          </w:p>
          <w:p w:rsidR="00BB0162" w:rsidRPr="00BB0162" w:rsidRDefault="00BB0162" w:rsidP="00BB0162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BB0162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 xml:space="preserve">Could you please post to everyone that there are 2 staff nurse (RN) positions opened for the Pottstown School District. You can apply on school recruiter through </w:t>
            </w:r>
            <w:proofErr w:type="gramStart"/>
            <w:r w:rsidRPr="00BB0162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the  Pottstown</w:t>
            </w:r>
            <w:proofErr w:type="gramEnd"/>
            <w:r w:rsidRPr="00BB0162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 xml:space="preserve"> School District Website.</w:t>
            </w:r>
          </w:p>
          <w:p w:rsidR="00BB0162" w:rsidRPr="00BB0162" w:rsidRDefault="00BB0162" w:rsidP="00BB0162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BB0162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Thank you</w:t>
            </w:r>
          </w:p>
        </w:tc>
      </w:tr>
    </w:tbl>
    <w:p w:rsidR="00296660" w:rsidRDefault="00296660"/>
    <w:sectPr w:rsidR="002966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162"/>
    <w:rsid w:val="00296660"/>
    <w:rsid w:val="00BB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BBB07D-AE77-4A74-AEEE-78D5DE74F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0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94502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5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5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43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459823">
                          <w:marLeft w:val="0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006497">
                          <w:marLeft w:val="0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328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9885">
                      <w:marLeft w:val="15"/>
                      <w:marRight w:val="15"/>
                      <w:marTop w:val="18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0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4253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32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61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78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079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FEFEF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404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8D8D8"/>
                                    <w:left w:val="none" w:sz="0" w:space="0" w:color="auto"/>
                                    <w:bottom w:val="none" w:sz="0" w:space="0" w:color="D8D8D8"/>
                                    <w:right w:val="none" w:sz="0" w:space="0" w:color="auto"/>
                                  </w:divBdr>
                                  <w:divsChild>
                                    <w:div w:id="1444882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774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579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428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26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93561961">
                                                  <w:marLeft w:val="6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78435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9408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223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71753677">
                                                          <w:marLeft w:val="-1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6036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9451260">
                                                          <w:marLeft w:val="7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6420712">
                                                      <w:marLeft w:val="0"/>
                                                      <w:marRight w:val="225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533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643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7269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90815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6574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19980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frederick@pottstownk12.org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24E0B912</Template>
  <TotalTime>2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Gill, Donna</dc:creator>
  <cp:keywords/>
  <dc:description/>
  <cp:lastModifiedBy>Gill, Donna</cp:lastModifiedBy>
  <cp:revision>1</cp:revision>
  <dcterms:created xsi:type="dcterms:W3CDTF">2017-10-10T16:33:00Z</dcterms:created>
  <dcterms:modified xsi:type="dcterms:W3CDTF">2017-10-10T16:35:00Z</dcterms:modified>
</cp:coreProperties>
</file>